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3CD66" w14:textId="69B8DF68" w:rsidR="007E331F" w:rsidRPr="00193F60" w:rsidRDefault="007E331F" w:rsidP="00193F60">
      <w:pPr>
        <w:pStyle w:val="Nagwek4"/>
        <w:spacing w:before="0" w:after="48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4A4A5F21" w14:textId="77777777" w:rsidTr="005844F6">
        <w:tc>
          <w:tcPr>
            <w:tcW w:w="9104" w:type="dxa"/>
            <w:shd w:val="clear" w:color="auto" w:fill="F2F2F2"/>
          </w:tcPr>
          <w:p w14:paraId="501B81AB" w14:textId="77777777"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14:paraId="22303EF2" w14:textId="77777777" w:rsidR="00140C27" w:rsidRPr="00140C27" w:rsidRDefault="000D6DC7" w:rsidP="00366F7C">
      <w:pPr>
        <w:spacing w:before="480"/>
        <w:ind w:left="3969"/>
        <w:rPr>
          <w:rFonts w:ascii="Arial" w:hAnsi="Arial" w:cs="Arial"/>
          <w:b/>
          <w:bCs/>
        </w:rPr>
      </w:pPr>
      <w:r w:rsidRPr="000D6DC7">
        <w:rPr>
          <w:rFonts w:ascii="Arial" w:hAnsi="Arial" w:cs="Arial"/>
          <w:b/>
          <w:bCs/>
        </w:rPr>
        <w:t>Gmina Zduny</w:t>
      </w:r>
    </w:p>
    <w:p w14:paraId="2FEB881B" w14:textId="77777777" w:rsidR="00140C27" w:rsidRPr="00140C27" w:rsidRDefault="000D6DC7" w:rsidP="00366F7C">
      <w:pPr>
        <w:ind w:left="3969"/>
        <w:rPr>
          <w:rFonts w:ascii="Arial" w:hAnsi="Arial" w:cs="Arial"/>
        </w:rPr>
      </w:pPr>
      <w:r w:rsidRPr="000D6DC7">
        <w:rPr>
          <w:rFonts w:ascii="Arial" w:hAnsi="Arial" w:cs="Arial"/>
        </w:rPr>
        <w:t>Rynek</w:t>
      </w:r>
      <w:r w:rsidR="00140C27" w:rsidRPr="00140C27">
        <w:rPr>
          <w:rFonts w:ascii="Arial" w:hAnsi="Arial" w:cs="Arial"/>
        </w:rPr>
        <w:t xml:space="preserve"> </w:t>
      </w:r>
      <w:r w:rsidRPr="000D6DC7">
        <w:rPr>
          <w:rFonts w:ascii="Arial" w:hAnsi="Arial" w:cs="Arial"/>
        </w:rPr>
        <w:t>2</w:t>
      </w:r>
    </w:p>
    <w:p w14:paraId="79D14481" w14:textId="77777777" w:rsidR="00140C27" w:rsidRPr="00140C27" w:rsidRDefault="000D6DC7" w:rsidP="00366F7C">
      <w:pPr>
        <w:ind w:left="3969"/>
        <w:rPr>
          <w:rFonts w:ascii="Arial" w:hAnsi="Arial" w:cs="Arial"/>
        </w:rPr>
      </w:pPr>
      <w:r w:rsidRPr="000D6DC7">
        <w:rPr>
          <w:rFonts w:ascii="Arial" w:hAnsi="Arial" w:cs="Arial"/>
        </w:rPr>
        <w:t>63-760</w:t>
      </w:r>
      <w:r w:rsidR="00140C27" w:rsidRPr="00140C27">
        <w:rPr>
          <w:rFonts w:ascii="Arial" w:hAnsi="Arial" w:cs="Arial"/>
        </w:rPr>
        <w:t xml:space="preserve"> </w:t>
      </w:r>
      <w:r w:rsidRPr="000D6DC7">
        <w:rPr>
          <w:rFonts w:ascii="Arial" w:hAnsi="Arial" w:cs="Arial"/>
        </w:rPr>
        <w:t>Zduny</w:t>
      </w:r>
    </w:p>
    <w:p w14:paraId="6C3DFAC0" w14:textId="77777777" w:rsidR="00140C27" w:rsidRPr="00140C27" w:rsidRDefault="00140C27" w:rsidP="00366F7C">
      <w:pPr>
        <w:ind w:left="3969"/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20C99B8D" w14:textId="77777777" w:rsidR="00140C27" w:rsidRDefault="00140C27" w:rsidP="00140C27">
      <w:pPr>
        <w:spacing w:line="360" w:lineRule="auto"/>
        <w:ind w:left="3969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[nazwa zamawiającego, adres]</w:t>
      </w:r>
    </w:p>
    <w:p w14:paraId="7161372D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9"/>
        <w:gridCol w:w="6715"/>
      </w:tblGrid>
      <w:tr w:rsidR="00140C27" w:rsidRPr="00140C27" w14:paraId="1B06FA8F" w14:textId="77777777">
        <w:tc>
          <w:tcPr>
            <w:tcW w:w="2268" w:type="dxa"/>
          </w:tcPr>
          <w:p w14:paraId="398EBA13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</w:tcPr>
          <w:p w14:paraId="33854724" w14:textId="62127036" w:rsidR="00140C27" w:rsidRPr="00140C27" w:rsidRDefault="00491F39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491F39">
              <w:rPr>
                <w:rFonts w:ascii="Arial" w:hAnsi="Arial" w:cs="Arial"/>
                <w:bCs/>
              </w:rPr>
              <w:t>Budowa sieci wodociągowej w miejscowości Konarzew ul. Jodłowa i ul. Szczerkowska</w:t>
            </w:r>
          </w:p>
        </w:tc>
      </w:tr>
      <w:tr w:rsidR="000D6DC7" w:rsidRPr="00140C27" w14:paraId="69A4CB9F" w14:textId="77777777" w:rsidTr="00A022D0">
        <w:tc>
          <w:tcPr>
            <w:tcW w:w="2268" w:type="dxa"/>
          </w:tcPr>
          <w:p w14:paraId="75C7088D" w14:textId="77777777" w:rsidR="000D6DC7" w:rsidRPr="00140C27" w:rsidRDefault="000D6DC7" w:rsidP="00A022D0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</w:tcPr>
          <w:p w14:paraId="6FA009CC" w14:textId="65F86CD8" w:rsidR="000D6DC7" w:rsidRPr="00140C27" w:rsidRDefault="000D6DC7" w:rsidP="00A022D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0D6DC7">
              <w:rPr>
                <w:rFonts w:ascii="Arial" w:hAnsi="Arial" w:cs="Arial"/>
                <w:bCs/>
              </w:rPr>
              <w:t>GK.271.</w:t>
            </w:r>
            <w:r w:rsidR="00491F39">
              <w:rPr>
                <w:rFonts w:ascii="Arial" w:hAnsi="Arial" w:cs="Arial"/>
                <w:bCs/>
              </w:rPr>
              <w:t>11</w:t>
            </w:r>
            <w:r w:rsidRPr="000D6DC7">
              <w:rPr>
                <w:rFonts w:ascii="Arial" w:hAnsi="Arial" w:cs="Arial"/>
                <w:bCs/>
              </w:rPr>
              <w:t>.202</w:t>
            </w:r>
            <w:r w:rsidR="00491F39">
              <w:rPr>
                <w:rFonts w:ascii="Arial" w:hAnsi="Arial" w:cs="Arial"/>
                <w:bCs/>
              </w:rPr>
              <w:t>6</w:t>
            </w:r>
          </w:p>
        </w:tc>
      </w:tr>
    </w:tbl>
    <w:p w14:paraId="72247DFB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7D02039C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51517A92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3DD81977" w14:textId="7769CBD4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2655CFAF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450D442A" w14:textId="143E4708" w:rsid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</w:t>
      </w:r>
      <w:r w:rsidR="00C637D1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6517"/>
      </w:tblGrid>
      <w:tr w:rsidR="00AE2ACB" w:rsidRPr="007677F8" w14:paraId="2CDF0597" w14:textId="77777777" w:rsidTr="0097560A">
        <w:trPr>
          <w:trHeight w:val="333"/>
        </w:trPr>
        <w:tc>
          <w:tcPr>
            <w:tcW w:w="2437" w:type="dxa"/>
            <w:vAlign w:val="center"/>
          </w:tcPr>
          <w:p w14:paraId="28FCE610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17" w:type="dxa"/>
          </w:tcPr>
          <w:p w14:paraId="0912AF6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3F883F7" w14:textId="77777777" w:rsidTr="0097560A">
        <w:trPr>
          <w:trHeight w:val="339"/>
        </w:trPr>
        <w:tc>
          <w:tcPr>
            <w:tcW w:w="2437" w:type="dxa"/>
            <w:vAlign w:val="center"/>
          </w:tcPr>
          <w:p w14:paraId="02E6342C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17" w:type="dxa"/>
          </w:tcPr>
          <w:p w14:paraId="546C25F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F573E5" w:rsidRPr="007677F8" w14:paraId="4225AC9B" w14:textId="77777777" w:rsidTr="0097560A">
        <w:trPr>
          <w:trHeight w:val="339"/>
        </w:trPr>
        <w:tc>
          <w:tcPr>
            <w:tcW w:w="2437" w:type="dxa"/>
            <w:vAlign w:val="center"/>
          </w:tcPr>
          <w:p w14:paraId="7FEB7D68" w14:textId="77777777" w:rsidR="00F573E5" w:rsidRPr="00B42ED4" w:rsidRDefault="00F573E5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Email:</w:t>
            </w:r>
          </w:p>
        </w:tc>
        <w:tc>
          <w:tcPr>
            <w:tcW w:w="6517" w:type="dxa"/>
          </w:tcPr>
          <w:p w14:paraId="08370774" w14:textId="77777777" w:rsidR="00F573E5" w:rsidRPr="00B42ED4" w:rsidRDefault="00F573E5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854568" w:rsidRPr="007677F8" w14:paraId="6050EF21" w14:textId="77777777" w:rsidTr="0097560A">
        <w:trPr>
          <w:trHeight w:val="339"/>
        </w:trPr>
        <w:tc>
          <w:tcPr>
            <w:tcW w:w="2437" w:type="dxa"/>
            <w:vAlign w:val="center"/>
          </w:tcPr>
          <w:p w14:paraId="3A5B8A61" w14:textId="77777777" w:rsidR="00854568" w:rsidRDefault="00854568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Województwo:</w:t>
            </w:r>
          </w:p>
        </w:tc>
        <w:tc>
          <w:tcPr>
            <w:tcW w:w="6517" w:type="dxa"/>
          </w:tcPr>
          <w:p w14:paraId="64D87D6F" w14:textId="77777777" w:rsidR="00854568" w:rsidRPr="00B42ED4" w:rsidRDefault="00854568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B0E3063" w14:textId="77777777" w:rsidTr="0097560A">
        <w:trPr>
          <w:trHeight w:val="373"/>
        </w:trPr>
        <w:tc>
          <w:tcPr>
            <w:tcW w:w="2437" w:type="dxa"/>
            <w:vAlign w:val="center"/>
          </w:tcPr>
          <w:p w14:paraId="1BF29CB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7" w:type="dxa"/>
          </w:tcPr>
          <w:p w14:paraId="4573804F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46855DE4" w14:textId="77777777" w:rsidTr="0097560A">
        <w:trPr>
          <w:trHeight w:val="405"/>
        </w:trPr>
        <w:tc>
          <w:tcPr>
            <w:tcW w:w="2437" w:type="dxa"/>
            <w:vAlign w:val="center"/>
          </w:tcPr>
          <w:p w14:paraId="6A633010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7" w:type="dxa"/>
          </w:tcPr>
          <w:p w14:paraId="7A37B77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B71AC83" w14:textId="77777777" w:rsidTr="0097560A">
        <w:trPr>
          <w:trHeight w:val="2461"/>
        </w:trPr>
        <w:tc>
          <w:tcPr>
            <w:tcW w:w="2437" w:type="dxa"/>
            <w:vAlign w:val="center"/>
          </w:tcPr>
          <w:p w14:paraId="056FC6C7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17" w:type="dxa"/>
          </w:tcPr>
          <w:p w14:paraId="2C2976B1" w14:textId="77777777" w:rsidR="00B86D25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5D3B66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0.55pt;height:19.9pt">
                  <v:imagedata r:id="rId8" o:title=""/>
                </v:shape>
              </w:pict>
            </w:r>
          </w:p>
          <w:p w14:paraId="4DBB3932" w14:textId="77777777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4AE04CD4">
                <v:shape id="_x0000_i1026" type="#_x0000_t75" style="width:313.8pt;height:19.9pt">
                  <v:imagedata r:id="rId9" o:title=""/>
                </v:shape>
              </w:pict>
            </w:r>
          </w:p>
          <w:p w14:paraId="228E054A" w14:textId="77777777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19F02C65">
                <v:shape id="_x0000_i1027" type="#_x0000_t75" style="width:313.8pt;height:19.9pt">
                  <v:imagedata r:id="rId10" o:title=""/>
                </v:shape>
              </w:pict>
            </w:r>
          </w:p>
          <w:p w14:paraId="3D6D9E5B" w14:textId="77777777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2DE3EE31">
                <v:shape id="_x0000_i1028" type="#_x0000_t75" style="width:313.8pt;height:19.9pt">
                  <v:imagedata r:id="rId11" o:title=""/>
                </v:shape>
              </w:pict>
            </w:r>
          </w:p>
          <w:p w14:paraId="3160E4EC" w14:textId="77777777" w:rsidR="00AF662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1C359CED">
                <v:shape id="_x0000_i1029" type="#_x0000_t75" style="width:313.8pt;height:19.9pt">
                  <v:imagedata r:id="rId12" o:title=""/>
                </v:shape>
              </w:pict>
            </w:r>
          </w:p>
          <w:p w14:paraId="6D3AFFBB" w14:textId="77777777" w:rsidR="00497AEE" w:rsidRPr="00497AEE" w:rsidRDefault="00000000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pict w14:anchorId="4FD202BE">
                <v:shape id="_x0000_i1030" type="#_x0000_t75" style="width:108.55pt;height:19.9pt">
                  <v:imagedata r:id="rId13" o:title=""/>
                </v:shape>
              </w:pict>
            </w:r>
          </w:p>
        </w:tc>
      </w:tr>
    </w:tbl>
    <w:p w14:paraId="22F3CF92" w14:textId="77777777" w:rsidR="00F573E5" w:rsidRPr="00B56BE6" w:rsidRDefault="00F573E5" w:rsidP="00F573E5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lastRenderedPageBreak/>
        <w:t xml:space="preserve">WSKAZUJEMY </w:t>
      </w:r>
      <w:r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przedmiotowego postępowania: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F573E5" w:rsidRPr="00AE2ACB" w14:paraId="5B5254F3" w14:textId="77777777" w:rsidTr="00E326BE">
        <w:tc>
          <w:tcPr>
            <w:tcW w:w="1984" w:type="dxa"/>
            <w:vAlign w:val="center"/>
          </w:tcPr>
          <w:p w14:paraId="7E6ECD6E" w14:textId="77777777" w:rsidR="00F573E5" w:rsidRPr="00B56BE6" w:rsidRDefault="00F573E5" w:rsidP="00E326BE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7BCBFA68" w14:textId="77777777" w:rsidR="00F573E5" w:rsidRPr="00B56BE6" w:rsidRDefault="00F573E5" w:rsidP="00E326BE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F573E5" w:rsidRPr="00AE2ACB" w14:paraId="2D48F9EA" w14:textId="77777777" w:rsidTr="00E326BE">
        <w:tc>
          <w:tcPr>
            <w:tcW w:w="1984" w:type="dxa"/>
            <w:vAlign w:val="center"/>
          </w:tcPr>
          <w:p w14:paraId="0091E126" w14:textId="77777777" w:rsidR="00F573E5" w:rsidRPr="00B56BE6" w:rsidRDefault="00F573E5" w:rsidP="00E326BE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</w:tcPr>
          <w:p w14:paraId="77770D5F" w14:textId="77777777" w:rsidR="00F573E5" w:rsidRPr="00B56BE6" w:rsidRDefault="00F573E5" w:rsidP="00E326BE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F573E5" w:rsidRPr="00AE2ACB" w14:paraId="4FB9A895" w14:textId="77777777" w:rsidTr="00E326BE">
        <w:tc>
          <w:tcPr>
            <w:tcW w:w="1984" w:type="dxa"/>
            <w:vAlign w:val="center"/>
          </w:tcPr>
          <w:p w14:paraId="63A84386" w14:textId="77777777" w:rsidR="00F573E5" w:rsidRPr="00B56BE6" w:rsidRDefault="00F573E5" w:rsidP="00E326BE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49334A64" w14:textId="77777777" w:rsidR="00F573E5" w:rsidRPr="00B56BE6" w:rsidRDefault="00F573E5" w:rsidP="00E326BE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20853632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1E1F4244" w14:textId="1B845E34" w:rsidR="006E3E28" w:rsidRPr="006E3E28" w:rsidRDefault="00B964C4" w:rsidP="006E3E28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przedmiotu zamówienia za cenę</w:t>
      </w:r>
      <w:r w:rsidR="00C637D1">
        <w:rPr>
          <w:rFonts w:ascii="Arial" w:hAnsi="Arial" w:cs="Arial"/>
        </w:rPr>
        <w:t xml:space="preserve"> ryczałtową</w:t>
      </w:r>
      <w:r w:rsidRPr="00A8509D">
        <w:rPr>
          <w:rFonts w:ascii="Arial" w:hAnsi="Arial" w:cs="Arial"/>
        </w:rPr>
        <w:t>:</w:t>
      </w:r>
    </w:p>
    <w:p w14:paraId="303DFA0E" w14:textId="77777777" w:rsid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6E3E28">
        <w:rPr>
          <w:rFonts w:ascii="Arial" w:hAnsi="Arial" w:cs="Arial"/>
        </w:rPr>
        <w:t>Cena netto ..................................... zł</w:t>
      </w:r>
    </w:p>
    <w:p w14:paraId="54AEAC46" w14:textId="77777777" w:rsid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Stawka p</w:t>
      </w:r>
      <w:r w:rsidRPr="001129C0">
        <w:rPr>
          <w:rFonts w:ascii="Arial" w:hAnsi="Arial" w:cs="Arial"/>
        </w:rPr>
        <w:t>odat</w:t>
      </w:r>
      <w:r>
        <w:rPr>
          <w:rFonts w:ascii="Arial" w:hAnsi="Arial" w:cs="Arial"/>
        </w:rPr>
        <w:t>ku</w:t>
      </w:r>
      <w:r w:rsidRPr="001129C0">
        <w:rPr>
          <w:rFonts w:ascii="Arial" w:hAnsi="Arial" w:cs="Arial"/>
        </w:rPr>
        <w:t xml:space="preserve"> VAT ...</w:t>
      </w:r>
      <w:r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 </w:t>
      </w:r>
      <w:r w:rsidRPr="001129C0">
        <w:rPr>
          <w:rFonts w:ascii="Arial" w:hAnsi="Arial" w:cs="Arial"/>
        </w:rPr>
        <w:t>%,</w:t>
      </w:r>
    </w:p>
    <w:p w14:paraId="4C13D451" w14:textId="77777777" w:rsid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 w:rsidRPr="001129C0">
        <w:rPr>
          <w:rFonts w:ascii="Arial" w:hAnsi="Arial" w:cs="Arial"/>
        </w:rPr>
        <w:t xml:space="preserve"> brutto ………....</w:t>
      </w:r>
      <w:r>
        <w:rPr>
          <w:rFonts w:ascii="Arial" w:hAnsi="Arial" w:cs="Arial"/>
        </w:rPr>
        <w:t>...............</w:t>
      </w:r>
      <w:r w:rsidRPr="001129C0">
        <w:rPr>
          <w:rFonts w:ascii="Arial" w:hAnsi="Arial" w:cs="Arial"/>
        </w:rPr>
        <w:t>...... zł</w:t>
      </w:r>
    </w:p>
    <w:p w14:paraId="30CECE2A" w14:textId="77777777" w:rsidR="00020ABD" w:rsidRDefault="00020ABD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</w:p>
    <w:p w14:paraId="41B211EA" w14:textId="7960921D" w:rsidR="00491F39" w:rsidRDefault="00020ABD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91F39">
        <w:rPr>
          <w:rFonts w:ascii="Arial" w:hAnsi="Arial" w:cs="Arial"/>
        </w:rPr>
        <w:t xml:space="preserve"> tym </w:t>
      </w:r>
    </w:p>
    <w:p w14:paraId="1BCF232D" w14:textId="4B524E8A" w:rsidR="00491F39" w:rsidRDefault="00491F39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dokumentacji projektowej na podstawie </w:t>
      </w:r>
      <w:r w:rsidR="004446F7">
        <w:rPr>
          <w:rFonts w:ascii="Arial" w:hAnsi="Arial" w:cs="Arial"/>
        </w:rPr>
        <w:t>pfu</w:t>
      </w:r>
      <w:r w:rsidR="004F76EE">
        <w:rPr>
          <w:rFonts w:ascii="Arial" w:hAnsi="Arial" w:cs="Arial"/>
        </w:rPr>
        <w:t xml:space="preserve"> (ul. Jodłowa)</w:t>
      </w:r>
      <w:r w:rsidR="004446F7">
        <w:rPr>
          <w:rFonts w:ascii="Arial" w:hAnsi="Arial" w:cs="Arial"/>
        </w:rPr>
        <w:t>:</w:t>
      </w:r>
    </w:p>
    <w:p w14:paraId="2E71E7D8" w14:textId="77777777" w:rsidR="004446F7" w:rsidRDefault="004446F7" w:rsidP="004446F7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6E3E28">
        <w:rPr>
          <w:rFonts w:ascii="Arial" w:hAnsi="Arial" w:cs="Arial"/>
        </w:rPr>
        <w:t>Cena netto ..................................... zł</w:t>
      </w:r>
    </w:p>
    <w:p w14:paraId="62D80DBA" w14:textId="77777777" w:rsidR="004446F7" w:rsidRDefault="004446F7" w:rsidP="004446F7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Stawka p</w:t>
      </w:r>
      <w:r w:rsidRPr="001129C0">
        <w:rPr>
          <w:rFonts w:ascii="Arial" w:hAnsi="Arial" w:cs="Arial"/>
        </w:rPr>
        <w:t>odat</w:t>
      </w:r>
      <w:r>
        <w:rPr>
          <w:rFonts w:ascii="Arial" w:hAnsi="Arial" w:cs="Arial"/>
        </w:rPr>
        <w:t>ku</w:t>
      </w:r>
      <w:r w:rsidRPr="001129C0">
        <w:rPr>
          <w:rFonts w:ascii="Arial" w:hAnsi="Arial" w:cs="Arial"/>
        </w:rPr>
        <w:t xml:space="preserve"> VAT ...</w:t>
      </w:r>
      <w:r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 </w:t>
      </w:r>
      <w:r w:rsidRPr="001129C0">
        <w:rPr>
          <w:rFonts w:ascii="Arial" w:hAnsi="Arial" w:cs="Arial"/>
        </w:rPr>
        <w:t>%,</w:t>
      </w:r>
    </w:p>
    <w:p w14:paraId="1593849F" w14:textId="77777777" w:rsidR="004446F7" w:rsidRDefault="004446F7" w:rsidP="004446F7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 w:rsidRPr="001129C0">
        <w:rPr>
          <w:rFonts w:ascii="Arial" w:hAnsi="Arial" w:cs="Arial"/>
        </w:rPr>
        <w:t xml:space="preserve"> brutto ………....</w:t>
      </w:r>
      <w:r>
        <w:rPr>
          <w:rFonts w:ascii="Arial" w:hAnsi="Arial" w:cs="Arial"/>
        </w:rPr>
        <w:t>...............</w:t>
      </w:r>
      <w:r w:rsidRPr="001129C0">
        <w:rPr>
          <w:rFonts w:ascii="Arial" w:hAnsi="Arial" w:cs="Arial"/>
        </w:rPr>
        <w:t>...... zł</w:t>
      </w:r>
    </w:p>
    <w:p w14:paraId="7BC891C5" w14:textId="07673F02" w:rsidR="009F7A1D" w:rsidRDefault="009F7A1D" w:rsidP="004446F7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F7A1D">
        <w:rPr>
          <w:rFonts w:ascii="Arial" w:hAnsi="Arial" w:cs="Arial"/>
        </w:rPr>
        <w:t>koszty wykonania dokumentacji projektowej nie mogą przekroczyć 3% kwoty wynagrodzenia</w:t>
      </w:r>
      <w:r w:rsidR="00D8115E">
        <w:rPr>
          <w:rFonts w:ascii="Arial" w:hAnsi="Arial" w:cs="Arial"/>
        </w:rPr>
        <w:t xml:space="preserve"> brutto</w:t>
      </w:r>
      <w:r>
        <w:rPr>
          <w:rFonts w:ascii="Arial" w:hAnsi="Arial" w:cs="Arial"/>
        </w:rPr>
        <w:t>)</w:t>
      </w:r>
    </w:p>
    <w:p w14:paraId="41764CC9" w14:textId="77777777" w:rsidR="004446F7" w:rsidRDefault="004446F7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</w:p>
    <w:p w14:paraId="2FC50DEE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35B42985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5BA9A6C9" w14:textId="554AEBA2" w:rsidR="00ED4154" w:rsidRDefault="00FF57EE" w:rsidP="003F7C5E">
      <w:pPr>
        <w:pStyle w:val="Akapitzlist"/>
        <w:numPr>
          <w:ilvl w:val="1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 xml:space="preserve">zapoznaliśmy się z </w:t>
      </w:r>
      <w:r w:rsidR="00EB619B">
        <w:rPr>
          <w:rFonts w:ascii="Arial" w:hAnsi="Arial" w:cs="Arial"/>
        </w:rPr>
        <w:t>zaproszeniem do składania ofert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>określonymi w ni</w:t>
      </w:r>
      <w:r w:rsidR="00B62BD6">
        <w:rPr>
          <w:rFonts w:ascii="Arial" w:hAnsi="Arial" w:cs="Arial"/>
        </w:rPr>
        <w:t>m</w:t>
      </w:r>
      <w:r w:rsidRPr="00BE474D">
        <w:rPr>
          <w:rFonts w:ascii="Arial" w:hAnsi="Arial" w:cs="Arial"/>
        </w:rPr>
        <w:t xml:space="preserve">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16705433" w14:textId="5397FABE" w:rsidR="000D6DC7" w:rsidRPr="00C754AE" w:rsidRDefault="00FF57EE" w:rsidP="003F7C5E">
      <w:pPr>
        <w:pStyle w:val="Akapitzlist"/>
        <w:numPr>
          <w:ilvl w:val="1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B62BD6">
        <w:rPr>
          <w:rFonts w:ascii="Arial" w:hAnsi="Arial" w:cs="Arial"/>
        </w:rPr>
        <w:t>zaproszeniu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6E5AE092" w14:textId="77777777" w:rsidR="004E4F1B" w:rsidRPr="00C754AE" w:rsidRDefault="004E4F1B" w:rsidP="003F7C5E">
      <w:pPr>
        <w:pStyle w:val="Akapitzlist"/>
        <w:spacing w:line="276" w:lineRule="auto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14:paraId="2F663C26" w14:textId="77777777" w:rsidR="00BC4F99" w:rsidRDefault="00BC4F99" w:rsidP="003F7C5E">
      <w:pPr>
        <w:pStyle w:val="Akapitzlist"/>
        <w:numPr>
          <w:ilvl w:val="1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4E62ADD0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01E4212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D94BDC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2400DEA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7FF84601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DC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A6AB5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CA1C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60AB023F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2A35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96D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BC41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55427F1F" w14:textId="190B42FC" w:rsidR="00366F7C" w:rsidRDefault="006522FA" w:rsidP="003F7C5E">
      <w:pPr>
        <w:pStyle w:val="Akapitzlist"/>
        <w:numPr>
          <w:ilvl w:val="1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udzielamy gwarancji na okres</w:t>
      </w:r>
      <w:r w:rsidR="00020ABD">
        <w:rPr>
          <w:rFonts w:ascii="Arial" w:hAnsi="Arial" w:cs="Arial"/>
        </w:rPr>
        <w:t>:</w:t>
      </w:r>
    </w:p>
    <w:p w14:paraId="52E29541" w14:textId="07E0C534" w:rsidR="00366F7C" w:rsidRDefault="00000000" w:rsidP="003F7C5E">
      <w:pPr>
        <w:pStyle w:val="Akapitzlist"/>
        <w:spacing w:before="120" w:line="276" w:lineRule="auto"/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6810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0ABD">
            <w:rPr>
              <w:rFonts w:ascii="MS Gothic" w:eastAsia="MS Gothic" w:hAnsi="MS Gothic" w:cs="Arial" w:hint="eastAsia"/>
            </w:rPr>
            <w:t>☐</w:t>
          </w:r>
        </w:sdtContent>
      </w:sdt>
      <w:r w:rsidR="00C637D1">
        <w:rPr>
          <w:rFonts w:ascii="Arial" w:hAnsi="Arial" w:cs="Arial"/>
        </w:rPr>
        <w:t xml:space="preserve"> 36</w:t>
      </w:r>
      <w:r w:rsidR="003F7C5E">
        <w:rPr>
          <w:rFonts w:ascii="Arial" w:hAnsi="Arial" w:cs="Arial"/>
        </w:rPr>
        <w:t xml:space="preserve"> miesięcy</w:t>
      </w:r>
    </w:p>
    <w:p w14:paraId="76A67F4C" w14:textId="3F5C2A20" w:rsidR="003F7C5E" w:rsidRDefault="00000000" w:rsidP="003F7C5E">
      <w:pPr>
        <w:pStyle w:val="Akapitzlist"/>
        <w:spacing w:before="120" w:line="276" w:lineRule="auto"/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20363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4AC4">
            <w:rPr>
              <w:rFonts w:ascii="MS Gothic" w:eastAsia="MS Gothic" w:hAnsi="MS Gothic" w:cs="Arial" w:hint="eastAsia"/>
            </w:rPr>
            <w:t>☐</w:t>
          </w:r>
        </w:sdtContent>
      </w:sdt>
      <w:r w:rsidR="003F7C5E">
        <w:rPr>
          <w:rFonts w:ascii="Arial" w:hAnsi="Arial" w:cs="Arial"/>
        </w:rPr>
        <w:t xml:space="preserve"> 48 miesięcy</w:t>
      </w:r>
    </w:p>
    <w:p w14:paraId="300BDAB8" w14:textId="54FA1343" w:rsidR="003F7C5E" w:rsidRDefault="00000000" w:rsidP="00366F7C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55570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F7C5E">
            <w:rPr>
              <w:rFonts w:ascii="MS Gothic" w:eastAsia="MS Gothic" w:hAnsi="MS Gothic" w:cs="Arial" w:hint="eastAsia"/>
            </w:rPr>
            <w:t>☐</w:t>
          </w:r>
        </w:sdtContent>
      </w:sdt>
      <w:r w:rsidR="00020ABD">
        <w:rPr>
          <w:rFonts w:ascii="Arial" w:hAnsi="Arial" w:cs="Arial"/>
        </w:rPr>
        <w:t xml:space="preserve"> </w:t>
      </w:r>
      <w:r w:rsidR="003F7C5E">
        <w:rPr>
          <w:rFonts w:ascii="Arial" w:hAnsi="Arial" w:cs="Arial"/>
        </w:rPr>
        <w:t>60 miesięcy</w:t>
      </w:r>
    </w:p>
    <w:p w14:paraId="1B8215A9" w14:textId="73139FB3" w:rsidR="006522FA" w:rsidRDefault="006522FA" w:rsidP="00366F7C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licząc od daty odbioru końcowego</w:t>
      </w:r>
      <w:r w:rsidR="00253194">
        <w:rPr>
          <w:rFonts w:ascii="Arial" w:hAnsi="Arial" w:cs="Arial"/>
        </w:rPr>
        <w:t xml:space="preserve"> przedmiotu zamówienia</w:t>
      </w:r>
      <w:r>
        <w:rPr>
          <w:rFonts w:ascii="Arial" w:hAnsi="Arial" w:cs="Arial"/>
        </w:rPr>
        <w:t>,</w:t>
      </w:r>
    </w:p>
    <w:p w14:paraId="3453CB2C" w14:textId="77777777" w:rsidR="008F0FE6" w:rsidRDefault="008F0FE6" w:rsidP="008F0FE6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</w:p>
    <w:p w14:paraId="6885C803" w14:textId="6602CC54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lastRenderedPageBreak/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>, które zostały zawarte w</w:t>
      </w:r>
      <w:r w:rsidR="002D4A7D">
        <w:rPr>
          <w:rFonts w:ascii="Arial" w:hAnsi="Arial" w:cs="Arial"/>
        </w:rPr>
        <w:t xml:space="preserve"> zaproszeniu do składania ofert </w:t>
      </w:r>
      <w:r w:rsidRPr="006522FA">
        <w:rPr>
          <w:rFonts w:ascii="Arial" w:hAnsi="Arial" w:cs="Arial"/>
        </w:rPr>
        <w:t>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6F571033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7A15710E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239F2218" w14:textId="77777777" w:rsidR="00CE1552" w:rsidRPr="00CE1552" w:rsidRDefault="00000000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46C01A46">
          <v:shape id="_x0000_i1031" type="#_x0000_t75" style="width:142.4pt;height:17.2pt">
            <v:imagedata r:id="rId14" o:title=""/>
          </v:shape>
        </w:pict>
      </w:r>
    </w:p>
    <w:p w14:paraId="2AEBBDE0" w14:textId="77777777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11 marca 2004 r. o podatku od towarów i usług </w:t>
      </w:r>
      <w:r w:rsidR="002A516E" w:rsidRPr="002A516E">
        <w:rPr>
          <w:rFonts w:ascii="Arial" w:hAnsi="Arial" w:cs="Arial"/>
          <w:bCs/>
        </w:rPr>
        <w:t>(t.j. Dz.U. z 202</w:t>
      </w:r>
      <w:r w:rsidR="00F573E5">
        <w:rPr>
          <w:rFonts w:ascii="Arial" w:hAnsi="Arial" w:cs="Arial"/>
          <w:bCs/>
        </w:rPr>
        <w:t>4</w:t>
      </w:r>
      <w:r w:rsidR="002A516E" w:rsidRPr="002A516E">
        <w:rPr>
          <w:rFonts w:ascii="Arial" w:hAnsi="Arial" w:cs="Arial"/>
          <w:bCs/>
        </w:rPr>
        <w:t>r. poz. 3</w:t>
      </w:r>
      <w:r w:rsidR="00F573E5">
        <w:rPr>
          <w:rFonts w:ascii="Arial" w:hAnsi="Arial" w:cs="Arial"/>
          <w:bCs/>
        </w:rPr>
        <w:t>6</w:t>
      </w:r>
      <w:r w:rsidR="002A516E" w:rsidRPr="002A516E">
        <w:rPr>
          <w:rFonts w:ascii="Arial" w:hAnsi="Arial" w:cs="Arial"/>
          <w:bCs/>
        </w:rPr>
        <w:t>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30DFF4F8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1AC5A995" w14:textId="77777777" w:rsidR="003A37A9" w:rsidRDefault="00000000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52BCD4CF">
          <v:shape id="_x0000_i1032" type="#_x0000_t75" style="width:180.55pt;height:22.05pt">
            <v:imagedata r:id="rId15" o:title=""/>
          </v:shape>
        </w:pict>
      </w:r>
    </w:p>
    <w:p w14:paraId="2C078AA7" w14:textId="77777777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 marca 2004 r. o podatku od towarów i usług (</w:t>
      </w:r>
      <w:r w:rsidR="002A516E" w:rsidRPr="002A516E">
        <w:rPr>
          <w:rFonts w:ascii="Arial" w:hAnsi="Arial" w:cs="Arial"/>
          <w:bCs/>
        </w:rPr>
        <w:t>t.j. Dz.U. z 202</w:t>
      </w:r>
      <w:r w:rsidR="00F573E5">
        <w:rPr>
          <w:rFonts w:ascii="Arial" w:hAnsi="Arial" w:cs="Arial"/>
          <w:bCs/>
        </w:rPr>
        <w:t>4</w:t>
      </w:r>
      <w:r w:rsidR="002A516E" w:rsidRPr="002A516E">
        <w:rPr>
          <w:rFonts w:ascii="Arial" w:hAnsi="Arial" w:cs="Arial"/>
          <w:bCs/>
        </w:rPr>
        <w:t>r. poz. 3</w:t>
      </w:r>
      <w:r w:rsidR="00F573E5">
        <w:rPr>
          <w:rFonts w:ascii="Arial" w:hAnsi="Arial" w:cs="Arial"/>
          <w:bCs/>
        </w:rPr>
        <w:t>6</w:t>
      </w:r>
      <w:r w:rsidR="002A516E" w:rsidRPr="002A516E">
        <w:rPr>
          <w:rFonts w:ascii="Arial" w:hAnsi="Arial" w:cs="Arial"/>
          <w:bCs/>
        </w:rPr>
        <w:t>1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288621FC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5EF41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C81FB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7613E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E7B13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283C62E0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915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C9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CED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AEF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713BD97D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F6F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B93A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A8D4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C727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1384B3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27D69D46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6F5C3C86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408AE66D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2BB6C648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1DE1741A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D2FC8E8" w14:textId="77777777"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default" r:id="rId16"/>
      <w:footerReference w:type="default" r:id="rId17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E2760" w14:textId="77777777" w:rsidR="00D21CB2" w:rsidRDefault="00D21CB2" w:rsidP="00FF57EE">
      <w:r>
        <w:separator/>
      </w:r>
    </w:p>
  </w:endnote>
  <w:endnote w:type="continuationSeparator" w:id="0">
    <w:p w14:paraId="4BF449DB" w14:textId="77777777" w:rsidR="00D21CB2" w:rsidRDefault="00D21CB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CB7BF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07A54" w14:textId="77777777" w:rsidR="00D21CB2" w:rsidRDefault="00D21CB2" w:rsidP="00FF57EE">
      <w:r>
        <w:separator/>
      </w:r>
    </w:p>
  </w:footnote>
  <w:footnote w:type="continuationSeparator" w:id="0">
    <w:p w14:paraId="486A66DC" w14:textId="77777777" w:rsidR="00D21CB2" w:rsidRDefault="00D21CB2" w:rsidP="00FF57EE">
      <w:r>
        <w:continuationSeparator/>
      </w:r>
    </w:p>
  </w:footnote>
  <w:footnote w:id="1">
    <w:p w14:paraId="31327E46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792323DC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5423A65B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76B1DF93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0DB0789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0DBCD370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200819CD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F3037" w14:textId="310D58D8" w:rsidR="00366F7C" w:rsidRDefault="00366F7C">
    <w:pPr>
      <w:pStyle w:val="Nagwek"/>
    </w:pPr>
  </w:p>
  <w:p w14:paraId="220375AA" w14:textId="5A4396DB" w:rsidR="00AE2ACB" w:rsidRPr="00AE2ACB" w:rsidRDefault="00AE2ACB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0B7C1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9643308">
    <w:abstractNumId w:val="2"/>
  </w:num>
  <w:num w:numId="2" w16cid:durableId="1965454594">
    <w:abstractNumId w:val="0"/>
  </w:num>
  <w:num w:numId="3" w16cid:durableId="383915110">
    <w:abstractNumId w:val="1"/>
  </w:num>
  <w:num w:numId="4" w16cid:durableId="913932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CE"/>
    <w:rsid w:val="00020ABD"/>
    <w:rsid w:val="00025E59"/>
    <w:rsid w:val="00077EBA"/>
    <w:rsid w:val="0008230D"/>
    <w:rsid w:val="000D6DC7"/>
    <w:rsid w:val="001063D3"/>
    <w:rsid w:val="001129C0"/>
    <w:rsid w:val="00140C27"/>
    <w:rsid w:val="0015532E"/>
    <w:rsid w:val="00193F60"/>
    <w:rsid w:val="001C7D84"/>
    <w:rsid w:val="001F1C13"/>
    <w:rsid w:val="00205A70"/>
    <w:rsid w:val="00216425"/>
    <w:rsid w:val="002214DB"/>
    <w:rsid w:val="00253194"/>
    <w:rsid w:val="00267D1F"/>
    <w:rsid w:val="002A516E"/>
    <w:rsid w:val="002C23F2"/>
    <w:rsid w:val="002D4A7D"/>
    <w:rsid w:val="002E612D"/>
    <w:rsid w:val="00366F7C"/>
    <w:rsid w:val="00367F75"/>
    <w:rsid w:val="003A37A9"/>
    <w:rsid w:val="003B769C"/>
    <w:rsid w:val="003E0201"/>
    <w:rsid w:val="003F7C5E"/>
    <w:rsid w:val="004446F7"/>
    <w:rsid w:val="00491F39"/>
    <w:rsid w:val="00497AEE"/>
    <w:rsid w:val="004C59EC"/>
    <w:rsid w:val="004D4F17"/>
    <w:rsid w:val="004D5A42"/>
    <w:rsid w:val="004E4F1B"/>
    <w:rsid w:val="004F76EE"/>
    <w:rsid w:val="00525EFF"/>
    <w:rsid w:val="005564F9"/>
    <w:rsid w:val="00563DC0"/>
    <w:rsid w:val="005722FE"/>
    <w:rsid w:val="00574A9C"/>
    <w:rsid w:val="005844F6"/>
    <w:rsid w:val="005D6DA1"/>
    <w:rsid w:val="005F6F5F"/>
    <w:rsid w:val="00640768"/>
    <w:rsid w:val="006522FA"/>
    <w:rsid w:val="006B63D6"/>
    <w:rsid w:val="006C641D"/>
    <w:rsid w:val="006D09E0"/>
    <w:rsid w:val="006E3E28"/>
    <w:rsid w:val="007D475B"/>
    <w:rsid w:val="007E331F"/>
    <w:rsid w:val="007F3E87"/>
    <w:rsid w:val="00814ACA"/>
    <w:rsid w:val="00854568"/>
    <w:rsid w:val="008C5531"/>
    <w:rsid w:val="008C70AB"/>
    <w:rsid w:val="008F0FE6"/>
    <w:rsid w:val="009312B4"/>
    <w:rsid w:val="00932E17"/>
    <w:rsid w:val="00940CA9"/>
    <w:rsid w:val="009569B2"/>
    <w:rsid w:val="0097560A"/>
    <w:rsid w:val="0097776D"/>
    <w:rsid w:val="00983D1D"/>
    <w:rsid w:val="009B316D"/>
    <w:rsid w:val="009D75A8"/>
    <w:rsid w:val="009F7A1D"/>
    <w:rsid w:val="00A100F3"/>
    <w:rsid w:val="00A23973"/>
    <w:rsid w:val="00A30343"/>
    <w:rsid w:val="00A50E18"/>
    <w:rsid w:val="00A8509D"/>
    <w:rsid w:val="00AA39D6"/>
    <w:rsid w:val="00AC4AC4"/>
    <w:rsid w:val="00AD4A4E"/>
    <w:rsid w:val="00AE2ACB"/>
    <w:rsid w:val="00AF4AC3"/>
    <w:rsid w:val="00AF5689"/>
    <w:rsid w:val="00AF662E"/>
    <w:rsid w:val="00B42ED4"/>
    <w:rsid w:val="00B47637"/>
    <w:rsid w:val="00B56BE6"/>
    <w:rsid w:val="00B62BD6"/>
    <w:rsid w:val="00B86D25"/>
    <w:rsid w:val="00B87AFB"/>
    <w:rsid w:val="00B9086B"/>
    <w:rsid w:val="00B964C4"/>
    <w:rsid w:val="00BC4F99"/>
    <w:rsid w:val="00BE474D"/>
    <w:rsid w:val="00C11FEF"/>
    <w:rsid w:val="00C22F7D"/>
    <w:rsid w:val="00C637D1"/>
    <w:rsid w:val="00C749A9"/>
    <w:rsid w:val="00C754AE"/>
    <w:rsid w:val="00C85374"/>
    <w:rsid w:val="00CB6091"/>
    <w:rsid w:val="00CE1552"/>
    <w:rsid w:val="00CE3AE6"/>
    <w:rsid w:val="00D21CB2"/>
    <w:rsid w:val="00D24918"/>
    <w:rsid w:val="00D554C7"/>
    <w:rsid w:val="00D5631A"/>
    <w:rsid w:val="00D613AB"/>
    <w:rsid w:val="00D8115E"/>
    <w:rsid w:val="00DC336F"/>
    <w:rsid w:val="00E1735C"/>
    <w:rsid w:val="00E326BE"/>
    <w:rsid w:val="00E63D90"/>
    <w:rsid w:val="00EA28A0"/>
    <w:rsid w:val="00EB09CE"/>
    <w:rsid w:val="00EB619B"/>
    <w:rsid w:val="00EB7584"/>
    <w:rsid w:val="00ED4154"/>
    <w:rsid w:val="00EF1FDB"/>
    <w:rsid w:val="00EF5EF8"/>
    <w:rsid w:val="00F134D5"/>
    <w:rsid w:val="00F31EAC"/>
    <w:rsid w:val="00F573E5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4AF95"/>
  <w15:chartTrackingRefBased/>
  <w15:docId w15:val="{E2305D65-108B-465E-A948-A9BF718C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80</TotalTime>
  <Pages>3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Przemysław Krawętkowski</cp:lastModifiedBy>
  <cp:revision>20</cp:revision>
  <dcterms:created xsi:type="dcterms:W3CDTF">2025-12-23T07:28:00Z</dcterms:created>
  <dcterms:modified xsi:type="dcterms:W3CDTF">2026-02-24T07:29:00Z</dcterms:modified>
</cp:coreProperties>
</file>